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428B3D7C"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980393">
        <w:rPr>
          <w:spacing w:val="0"/>
        </w:rPr>
        <w:t>3589</w:t>
      </w:r>
      <w:r w:rsidR="00E46584">
        <w:rPr>
          <w:spacing w:val="0"/>
        </w:rPr>
        <w:t xml:space="preserve"> </w:t>
      </w:r>
      <w:r w:rsidR="00402161">
        <w:rPr>
          <w:spacing w:val="0"/>
        </w:rPr>
        <w:t>„</w:t>
      </w:r>
      <w:r w:rsidR="00402161" w:rsidRPr="00402161">
        <w:rPr>
          <w:spacing w:val="0"/>
        </w:rPr>
        <w:t>RMK hallatavatelt maadelt jäätmete likvideerimine (</w:t>
      </w:r>
      <w:r w:rsidR="00A75054">
        <w:rPr>
          <w:spacing w:val="0"/>
        </w:rPr>
        <w:t>1</w:t>
      </w:r>
      <w:r w:rsidR="00980393">
        <w:rPr>
          <w:spacing w:val="0"/>
        </w:rPr>
        <w:t>3</w:t>
      </w:r>
      <w:r w:rsidR="00402161" w:rsidRPr="00402161">
        <w:rPr>
          <w:spacing w:val="0"/>
        </w:rPr>
        <w:t>)</w:t>
      </w:r>
      <w:r w:rsidR="00402161">
        <w:rPr>
          <w:spacing w:val="0"/>
        </w:rPr>
        <w:t>“</w:t>
      </w:r>
      <w:r w:rsidRPr="003F6EFA">
        <w:rPr>
          <w:spacing w:val="0"/>
        </w:rPr>
        <w:t xml:space="preserve"> (viitenumber </w:t>
      </w:r>
      <w:r w:rsidR="00980393">
        <w:rPr>
          <w:spacing w:val="0"/>
        </w:rPr>
        <w:t>303764</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0E705D2B"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A75054">
        <w:rPr>
          <w:spacing w:val="0"/>
        </w:rPr>
        <w:t>1</w:t>
      </w:r>
      <w:r w:rsidR="00980393">
        <w:rPr>
          <w:spacing w:val="0"/>
        </w:rPr>
        <w:t>3</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980393">
        <w:rPr>
          <w:spacing w:val="0"/>
        </w:rPr>
        <w:t>303764</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980393"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42CD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3C7"/>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E449D"/>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A758B"/>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97291"/>
    <w:rsid w:val="006A1418"/>
    <w:rsid w:val="006B4ED6"/>
    <w:rsid w:val="006C0B74"/>
    <w:rsid w:val="006D01D3"/>
    <w:rsid w:val="006D0AD9"/>
    <w:rsid w:val="006D75CB"/>
    <w:rsid w:val="006E301A"/>
    <w:rsid w:val="006F18B4"/>
    <w:rsid w:val="006F38C8"/>
    <w:rsid w:val="00700510"/>
    <w:rsid w:val="007034D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17CB"/>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4400C"/>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0393"/>
    <w:rsid w:val="009815E0"/>
    <w:rsid w:val="0098537C"/>
    <w:rsid w:val="009870EF"/>
    <w:rsid w:val="009908AE"/>
    <w:rsid w:val="0099114B"/>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3F3F"/>
    <w:rsid w:val="00A75054"/>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5A758B"/>
    <w:rsid w:val="00664A76"/>
    <w:rsid w:val="007034D0"/>
    <w:rsid w:val="00715AA1"/>
    <w:rsid w:val="00796371"/>
    <w:rsid w:val="007A1CF1"/>
    <w:rsid w:val="007F17CB"/>
    <w:rsid w:val="0084380B"/>
    <w:rsid w:val="0084400C"/>
    <w:rsid w:val="00911C60"/>
    <w:rsid w:val="009365FB"/>
    <w:rsid w:val="009908AE"/>
    <w:rsid w:val="0099114B"/>
    <w:rsid w:val="009B2A4E"/>
    <w:rsid w:val="00A73F3F"/>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6</TotalTime>
  <Pages>11</Pages>
  <Words>3191</Words>
  <Characters>23930</Characters>
  <Application>Microsoft Office Word</Application>
  <DocSecurity>0</DocSecurity>
  <Lines>199</Lines>
  <Paragraphs>54</Paragraphs>
  <ScaleCrop>false</ScaleCrop>
  <Company>RMK</Company>
  <LinksUpToDate>false</LinksUpToDate>
  <CharactersWithSpaces>27067</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7</cp:revision>
  <cp:lastPrinted>2014-04-25T00:30:00Z</cp:lastPrinted>
  <dcterms:created xsi:type="dcterms:W3CDTF">2025-10-21T10:21:00Z</dcterms:created>
  <dcterms:modified xsi:type="dcterms:W3CDTF">2025-12-09T08:13:00Z</dcterms:modified>
</cp:coreProperties>
</file>